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B69AA6" w14:textId="2EA9AC77" w:rsidR="008F5F2D" w:rsidRPr="008F5F2D" w:rsidRDefault="006F746F" w:rsidP="008F5F2D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Zaproszenie do złożenia oferty na wykonanie zamówienia nr PZP.242</w:t>
      </w:r>
      <w:r w:rsidR="0078710E">
        <w:rPr>
          <w:rFonts w:ascii="Times New Roman" w:hAnsi="Times New Roman" w:cs="Times New Roman"/>
          <w:sz w:val="24"/>
          <w:szCs w:val="24"/>
        </w:rPr>
        <w:t>.2</w:t>
      </w:r>
      <w:r w:rsidR="005C71B7">
        <w:rPr>
          <w:rFonts w:ascii="Times New Roman" w:hAnsi="Times New Roman" w:cs="Times New Roman"/>
          <w:sz w:val="24"/>
          <w:szCs w:val="24"/>
        </w:rPr>
        <w:t>-S.</w:t>
      </w:r>
      <w:r>
        <w:rPr>
          <w:rFonts w:ascii="Times New Roman" w:hAnsi="Times New Roman" w:cs="Times New Roman"/>
          <w:sz w:val="24"/>
          <w:szCs w:val="24"/>
        </w:rPr>
        <w:t>NB.202</w:t>
      </w:r>
      <w:r w:rsidR="0078710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="008F5F2D" w:rsidRPr="008F5F2D">
        <w:rPr>
          <w:rFonts w:ascii="Times New Roman" w:hAnsi="Times New Roman" w:cs="Times New Roman"/>
          <w:b/>
          <w:bCs/>
          <w:sz w:val="24"/>
          <w:szCs w:val="24"/>
        </w:rPr>
        <w:t xml:space="preserve">Zmiana sposobu ogrzewania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8F5F2D" w:rsidRPr="008F5F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lok</w:t>
      </w:r>
      <w:r w:rsid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alu mieszkalnym położonym przy </w:t>
      </w:r>
      <w:r w:rsidR="008F5F2D" w:rsidRPr="008F5F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Modrzejewskiej 73/10 w Świnoujściu</w:t>
      </w:r>
    </w:p>
    <w:p w14:paraId="388733F4" w14:textId="60B07CF1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C14E68" w14:textId="77777777" w:rsidR="008A1036" w:rsidRPr="003958F2" w:rsidRDefault="008A1036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DD14A48" w14:textId="77777777" w:rsidR="006F746F" w:rsidRPr="00F953A9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11B719D" w14:textId="77777777" w:rsidR="006F746F" w:rsidRPr="00B13C48" w:rsidRDefault="006F746F" w:rsidP="006F74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24E27C7D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1FCE82D5" w14:textId="77777777" w:rsidR="006F746F" w:rsidRPr="00B13C48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507DDA6D" w14:textId="77777777" w:rsidR="006F746F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07317885" w14:textId="77777777" w:rsidR="006F746F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E92F88" w14:textId="77777777" w:rsidR="006F746F" w:rsidRPr="00A47CD6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7FD12422" w14:textId="77777777" w:rsidR="006F746F" w:rsidRPr="0041141F" w:rsidRDefault="006F746F" w:rsidP="006F74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582224EC" w14:textId="59FB4BB5" w:rsid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B5B0C" w14:textId="41613F54" w:rsidR="00A53DFA" w:rsidRP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Adres strony internetowej Platformy Zakupowej</w:t>
      </w:r>
      <w:r w:rsidRPr="00A53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10" w:history="1">
        <w:r w:rsidR="008A1036" w:rsidRPr="00EC33D3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https://platformazakupowa.pl/pn/lokum_swinoujscie/proceedings</w:t>
        </w:r>
      </w:hyperlink>
      <w:r w:rsidR="008A1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998221" w14:textId="4AC7414C" w:rsidR="00A53DFA" w:rsidRPr="00A53DFA" w:rsidRDefault="00A53DFA" w:rsidP="00A53DFA">
      <w:pPr>
        <w:widowControl w:val="0"/>
        <w:spacing w:after="0"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5C08C9" w14:textId="77777777" w:rsidR="006F746F" w:rsidRPr="008A1036" w:rsidRDefault="006F746F" w:rsidP="008A1036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EC9E8E1" w14:textId="77777777" w:rsidR="006F746F" w:rsidRPr="00A47CD6" w:rsidRDefault="006F746F" w:rsidP="006F74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2F7BBC1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24EAC7E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5E040597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5B576ACA" w14:textId="4C863E5E" w:rsidR="006F746F" w:rsidRPr="000B22C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="005C71B7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........................................................................</w:t>
      </w:r>
    </w:p>
    <w:p w14:paraId="43A8A7AA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38350E42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6670CA39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100ADB2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0B8636F8" w14:textId="77777777" w:rsid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51DEA418" w14:textId="2962C7F1" w:rsidR="006F746F" w:rsidRPr="006F746F" w:rsidRDefault="006F746F" w:rsidP="006F74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654A1577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2673E2" w14:textId="05C9F821" w:rsidR="006F746F" w:rsidRPr="009E406F" w:rsidRDefault="006F746F" w:rsidP="006F746F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Wykonawca zobowiązuje się wykonać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Przedmiot Zamówienia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na następujących warunkach:</w:t>
      </w:r>
    </w:p>
    <w:p w14:paraId="6C389664" w14:textId="77777777" w:rsidR="006F746F" w:rsidRDefault="006F746F" w:rsidP="006F746F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1EE6CBE" w14:textId="77777777" w:rsidR="006F746F" w:rsidRPr="00C551CA" w:rsidRDefault="006F746F" w:rsidP="006F74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42CE9CF3" w14:textId="77777777" w:rsidR="006F746F" w:rsidRPr="00C551CA" w:rsidRDefault="006F746F" w:rsidP="006F74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B67EDA6" w14:textId="7641AB22" w:rsidR="006F746F" w:rsidRDefault="006F746F" w:rsidP="006F74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8F5F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 miesiące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od dnia </w:t>
      </w:r>
      <w:r w:rsidR="000E3B3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przekazania terenu budowy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. </w:t>
      </w:r>
    </w:p>
    <w:p w14:paraId="2D14A4D7" w14:textId="77777777" w:rsidR="006F746F" w:rsidRPr="009E406F" w:rsidRDefault="006F746F" w:rsidP="006F74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C04940A" w14:textId="77777777" w:rsidR="006F74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, że w cenie ofertowej brutto uwzględniliśmy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lastRenderedPageBreak/>
        <w:t>wszystkie koszty niezbędne do prawidłowego wykonania zamówienia.</w:t>
      </w:r>
    </w:p>
    <w:p w14:paraId="26B0057F" w14:textId="77777777" w:rsidR="006F746F" w:rsidRPr="009E406F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49CFA603" w14:textId="730BE0CC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78710E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 marca</w:t>
      </w:r>
      <w:r w:rsidR="008F5F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2026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B172883" w14:textId="77777777" w:rsidR="006F746F" w:rsidRPr="009E406F" w:rsidRDefault="006F746F" w:rsidP="006F74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1" w:name="_Hlk72001685"/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Całość Przedmiotu Zamówienia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zobowiązuje się wykonać w łącznej ryczałtowej kwocie:</w:t>
      </w:r>
    </w:p>
    <w:p w14:paraId="3279FB56" w14:textId="77777777" w:rsidR="006F746F" w:rsidRDefault="006F746F" w:rsidP="008F5F2D">
      <w:pPr>
        <w:widowControl w:val="0"/>
        <w:tabs>
          <w:tab w:val="left" w:pos="1649"/>
        </w:tabs>
        <w:suppressAutoHyphens w:val="0"/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80D36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03BF67F6" w14:textId="77777777" w:rsidR="008F5F2D" w:rsidRPr="008F5F2D" w:rsidRDefault="008F5F2D" w:rsidP="008F5F2D">
      <w:pPr>
        <w:autoSpaceDE w:val="0"/>
        <w:autoSpaceDN w:val="0"/>
        <w:adjustRightInd w:val="0"/>
        <w:spacing w:after="360" w:line="240" w:lineRule="auto"/>
        <w:contextualSpacing/>
        <w:jc w:val="both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8F5F2D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**w przypadku, gdy Wykonawca zwolniony jest z podatku VAT winien wpisać podstawę prawną zwolnienia;</w:t>
      </w:r>
    </w:p>
    <w:p w14:paraId="17968029" w14:textId="77777777" w:rsidR="008F5F2D" w:rsidRPr="00C80D36" w:rsidRDefault="008F5F2D" w:rsidP="006F746F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</w:p>
    <w:p w14:paraId="0CABF29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F5F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netto,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3B86C80D" w14:textId="77777777" w:rsidR="006F746F" w:rsidRPr="000B22CF" w:rsidRDefault="006F746F" w:rsidP="006F74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B566DA" w14:textId="77777777" w:rsidR="006F746F" w:rsidRDefault="006F746F" w:rsidP="006F74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163781A7" w14:textId="77777777" w:rsidR="006F746F" w:rsidRPr="000B22CF" w:rsidRDefault="006F746F" w:rsidP="006F74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69D37F3F" w14:textId="422A4DFC" w:rsidR="00894F49" w:rsidRPr="006F746F" w:rsidRDefault="006F746F" w:rsidP="006F746F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8F5F2D">
        <w:rPr>
          <w:rFonts w:ascii="Times New Roman" w:eastAsia="Batang" w:hAnsi="Times New Roman" w:cs="Times New Roman"/>
          <w:b/>
          <w:sz w:val="24"/>
          <w:szCs w:val="24"/>
          <w:lang w:eastAsia="en-US"/>
        </w:rPr>
        <w:t>brutto.</w:t>
      </w:r>
      <w:bookmarkStart w:id="2" w:name="mip51082701"/>
      <w:bookmarkEnd w:id="1"/>
      <w:bookmarkEnd w:id="2"/>
    </w:p>
    <w:p w14:paraId="2EC456CD" w14:textId="77777777" w:rsidR="008A1036" w:rsidRPr="003C018A" w:rsidRDefault="008A1036" w:rsidP="008F5F2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09048B" w14:textId="77777777" w:rsid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mip51082700"/>
      <w:bookmarkEnd w:id="3"/>
    </w:p>
    <w:p w14:paraId="3C38D0F3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Dodatkowe oświadczenia Wykonawcy: </w:t>
      </w:r>
    </w:p>
    <w:p w14:paraId="6AB4D6BD" w14:textId="77777777" w:rsidR="006F746F" w:rsidRPr="007F132D" w:rsidRDefault="006F746F" w:rsidP="006F746F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69EF00B" w14:textId="77777777" w:rsidR="006F746F" w:rsidRPr="00F16239" w:rsidRDefault="006F746F" w:rsidP="006F74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0A6BB89B" w14:textId="77777777" w:rsidR="006F746F" w:rsidRPr="00F16239" w:rsidRDefault="006F746F" w:rsidP="006F74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195C748" w14:textId="77777777" w:rsidR="006F746F" w:rsidRPr="004835E5" w:rsidRDefault="006F746F" w:rsidP="006F746F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producenta.</w:t>
      </w:r>
    </w:p>
    <w:p w14:paraId="4A0AFF1B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wpisać liczbę miesięcy. </w:t>
      </w:r>
    </w:p>
    <w:p w14:paraId="22E98281" w14:textId="77777777" w:rsidR="006F746F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73406494" w14:textId="77777777" w:rsidR="006F746F" w:rsidRPr="004835E5" w:rsidRDefault="006F746F" w:rsidP="006F746F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085F7A2E" w14:textId="77777777" w:rsidR="006F746F" w:rsidRPr="00486D59" w:rsidRDefault="006F746F" w:rsidP="006F74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51DEE64A" w14:textId="6439A574" w:rsidR="006F746F" w:rsidRPr="0085062C" w:rsidRDefault="006F746F" w:rsidP="006F746F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Załącznik nr </w:t>
      </w:r>
      <w:r w:rsidRPr="009C0AF3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7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6F358BD5" w14:textId="77777777" w:rsidR="006F746F" w:rsidRPr="0085062C" w:rsidRDefault="006F746F" w:rsidP="006F746F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74425A3E" w14:textId="77777777" w:rsidR="006F746F" w:rsidRPr="00E05E36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08D0412" w14:textId="77777777" w:rsidR="006F746F" w:rsidRPr="00E05E36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CE1F0A5" w14:textId="77777777" w:rsidR="006F746F" w:rsidRPr="00675441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2D9B611" w14:textId="77777777" w:rsidR="006F746F" w:rsidRPr="00675441" w:rsidRDefault="006F746F" w:rsidP="006F746F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252A98FF" w14:textId="77777777" w:rsidR="006F746F" w:rsidRPr="003672A4" w:rsidRDefault="006F746F" w:rsidP="006F746F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 xml:space="preserve">że wyrażam/y zgodę na przetwarzanie moich danych osobowych zawartych na potrzeby niniejszego postępowania (dotyczy Wykonawcy będącego osobą fizyczną, Wykonawcy będącego osobą fizyczną prowadzącą jednoosobową działalność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lastRenderedPageBreak/>
        <w:t>gospodarczą, pełnomocnika wykonawcy będącego osobą fizyczną).</w:t>
      </w:r>
    </w:p>
    <w:p w14:paraId="6E3C3AFC" w14:textId="77777777" w:rsidR="006F746F" w:rsidRPr="003672A4" w:rsidRDefault="006F746F" w:rsidP="006F746F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17AFD946" w14:textId="77777777" w:rsidR="006F746F" w:rsidRDefault="006F746F" w:rsidP="006F746F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33FD2F73" w14:textId="77777777" w:rsid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  <w:r w:rsidRPr="000E3B38"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  <w:t>*należy wypełnić, jeżeli Wykonawca przewiduje udział Podwykonawców</w:t>
      </w:r>
    </w:p>
    <w:p w14:paraId="023461B3" w14:textId="77777777" w:rsidR="000E3B38" w:rsidRPr="000E3B38" w:rsidRDefault="000E3B38" w:rsidP="000E3B38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pacing w:val="-1"/>
          <w:sz w:val="24"/>
          <w:szCs w:val="24"/>
          <w:lang w:eastAsia="pl-PL"/>
        </w:rPr>
      </w:pPr>
    </w:p>
    <w:p w14:paraId="13120E05" w14:textId="77777777" w:rsidR="000E3B38" w:rsidRPr="000E3B38" w:rsidRDefault="000E3B38" w:rsidP="000E3B38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CZĘŚCI*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0E3B38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0E3B38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36B094FB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podwykonawcy, (jeśli jest znana): ________________________________</w:t>
      </w:r>
    </w:p>
    <w:p w14:paraId="2F503FBF" w14:textId="77777777" w:rsidR="000E3B38" w:rsidRPr="000E3B38" w:rsidRDefault="000E3B38" w:rsidP="000E3B38">
      <w:pPr>
        <w:widowControl w:val="0"/>
        <w:numPr>
          <w:ilvl w:val="0"/>
          <w:numId w:val="27"/>
        </w:numPr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  <w:t>Nazwa części zamówienia powierzona podwykonawcy  ____________________</w:t>
      </w:r>
    </w:p>
    <w:p w14:paraId="34AA3EB4" w14:textId="77777777" w:rsidR="000E3B38" w:rsidRPr="000E3B38" w:rsidRDefault="000E3B38" w:rsidP="000E3B38">
      <w:pPr>
        <w:widowControl w:val="0"/>
        <w:suppressAutoHyphens w:val="0"/>
        <w:autoSpaceDN w:val="0"/>
        <w:spacing w:before="6" w:after="240" w:line="240" w:lineRule="auto"/>
        <w:jc w:val="both"/>
        <w:textAlignment w:val="baseline"/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</w:pPr>
      <w:r w:rsidRPr="000E3B38">
        <w:rPr>
          <w:rFonts w:ascii="Times New Roman" w:eastAsia="Symbol" w:hAnsi="Times New Roman" w:cs="Times New Roman"/>
          <w:bCs/>
          <w:i/>
          <w:color w:val="000000"/>
          <w:kern w:val="3"/>
          <w:sz w:val="24"/>
          <w:szCs w:val="24"/>
          <w:lang w:eastAsia="en-US" w:bidi="en-US"/>
        </w:rPr>
        <w:t xml:space="preserve">*Jeżeli Wykonawca nie wypełni powyższego oświadczenia Zamawiający uzna, że Wykonawca nie zamierza powierzyć żadnej części zamówienia podwykonawcom. </w:t>
      </w:r>
    </w:p>
    <w:p w14:paraId="7B665636" w14:textId="77777777" w:rsidR="006F746F" w:rsidRPr="00F15127" w:rsidRDefault="006F746F" w:rsidP="006F746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 dnia 14 grudnia 2012 r. o odpadach (Dz. U. 2023 poz. 1587 z późn. zm.) oraz wykonania na własny koszt i ryzyko zagospodarowania odpadów powstałych w wyniku robót budowlanych.</w:t>
      </w:r>
    </w:p>
    <w:p w14:paraId="20064437" w14:textId="77777777" w:rsidR="006F746F" w:rsidRPr="00F15127" w:rsidRDefault="006F746F" w:rsidP="006F746F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3C35D1" w14:textId="18E2E2B2" w:rsidR="006F746F" w:rsidRPr="003F11EE" w:rsidRDefault="006F746F" w:rsidP="003F11E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485F7207" w14:textId="77777777" w:rsidR="006F746F" w:rsidRPr="001E45A7" w:rsidRDefault="006F746F" w:rsidP="001E45A7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B14539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Załączam/my następujące 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8B97300" w14:textId="77777777" w:rsidR="006F746F" w:rsidRPr="00635F7A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6D7D91ED" w14:textId="1DE8E8D9" w:rsidR="006F746F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 Rozdziale I</w:t>
      </w:r>
      <w:r w:rsidR="000E3B38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p w14:paraId="05542384" w14:textId="54F10D98" w:rsidR="006F746F" w:rsidRPr="009C0AF3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robót budowlanych, stanowiący </w:t>
      </w:r>
      <w:r w:rsidRPr="009C0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 8</w:t>
      </w:r>
      <w:r w:rsidRPr="009C0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Zaproszenia,</w:t>
      </w:r>
    </w:p>
    <w:p w14:paraId="3EA36DC4" w14:textId="33152C26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9C0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 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Zaproszenia</w:t>
      </w:r>
    </w:p>
    <w:p w14:paraId="07E34085" w14:textId="4173361E" w:rsidR="006F746F" w:rsidRDefault="006F746F" w:rsidP="006F746F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8F5F2D">
        <w:rPr>
          <w:rFonts w:ascii="Times New Roman" w:eastAsia="Times New Roman" w:hAnsi="Times New Roman" w:cs="Times New Roman"/>
          <w:color w:val="000000"/>
          <w:sz w:val="24"/>
          <w:szCs w:val="24"/>
        </w:rPr>
        <w:t>75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2EDF52" w14:textId="77777777" w:rsidR="006F746F" w:rsidRPr="00486D59" w:rsidRDefault="006F746F" w:rsidP="006F746F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53A1EB1" w14:textId="77777777" w:rsidR="006F746F" w:rsidRPr="00786C7E" w:rsidRDefault="006F746F" w:rsidP="006F746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B80DDF" w14:textId="77777777" w:rsidR="006F746F" w:rsidRPr="009E406F" w:rsidRDefault="006F746F" w:rsidP="006F74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Inne, istotne informacje Wykonawcy:</w:t>
      </w:r>
    </w:p>
    <w:p w14:paraId="2CF8E5E0" w14:textId="77777777" w:rsidR="006F746F" w:rsidRPr="00587633" w:rsidRDefault="006F746F" w:rsidP="006F74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FCB3A7F" w:rsidR="00484C2F" w:rsidRPr="00A20F90" w:rsidRDefault="006F746F" w:rsidP="006F74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</w:t>
      </w:r>
    </w:p>
    <w:sectPr w:rsidR="00484C2F" w:rsidRPr="00A20F9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29A48660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A53DFA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78710E">
      <w:rPr>
        <w:rFonts w:ascii="Times New Roman" w:hAnsi="Times New Roman"/>
        <w:sz w:val="24"/>
        <w:szCs w:val="24"/>
      </w:rPr>
      <w:t>.2</w:t>
    </w:r>
    <w:r w:rsidR="005442F3">
      <w:rPr>
        <w:rFonts w:ascii="Times New Roman" w:hAnsi="Times New Roman"/>
        <w:sz w:val="24"/>
        <w:szCs w:val="24"/>
      </w:rPr>
      <w:t>-</w:t>
    </w:r>
    <w:r w:rsidR="005C71B7">
      <w:rPr>
        <w:rFonts w:ascii="Times New Roman" w:hAnsi="Times New Roman"/>
        <w:sz w:val="24"/>
        <w:szCs w:val="24"/>
      </w:rPr>
      <w:t>S</w:t>
    </w:r>
    <w:r w:rsidR="000C5C23">
      <w:rPr>
        <w:rFonts w:ascii="Times New Roman" w:hAnsi="Times New Roman"/>
        <w:sz w:val="24"/>
        <w:szCs w:val="24"/>
      </w:rPr>
      <w:t>.</w:t>
    </w:r>
    <w:r w:rsidRPr="00EF0268">
      <w:rPr>
        <w:rFonts w:ascii="Times New Roman" w:hAnsi="Times New Roman"/>
        <w:sz w:val="24"/>
        <w:szCs w:val="24"/>
      </w:rPr>
      <w:t>NB.202</w:t>
    </w:r>
    <w:r w:rsidR="00EA541B">
      <w:rPr>
        <w:rFonts w:ascii="Times New Roman" w:hAnsi="Times New Roman"/>
        <w:sz w:val="24"/>
        <w:szCs w:val="24"/>
      </w:rPr>
      <w:t>6</w:t>
    </w:r>
    <w:r w:rsidRPr="00EF0268">
      <w:rPr>
        <w:rFonts w:ascii="Times New Roman" w:hAnsi="Times New Roman"/>
        <w:sz w:val="24"/>
        <w:szCs w:val="24"/>
      </w:rPr>
      <w:t xml:space="preserve"> z dnia </w:t>
    </w:r>
    <w:r w:rsidR="0078710E">
      <w:rPr>
        <w:rFonts w:ascii="Times New Roman" w:hAnsi="Times New Roman"/>
        <w:sz w:val="24"/>
        <w:szCs w:val="24"/>
      </w:rPr>
      <w:t xml:space="preserve">22 stycznia </w:t>
    </w:r>
    <w:r w:rsidRPr="00EF0268">
      <w:rPr>
        <w:rFonts w:ascii="Times New Roman" w:hAnsi="Times New Roman"/>
        <w:sz w:val="24"/>
        <w:szCs w:val="24"/>
      </w:rPr>
      <w:t>202</w:t>
    </w:r>
    <w:r w:rsidR="0078710E">
      <w:rPr>
        <w:rFonts w:ascii="Times New Roman" w:hAnsi="Times New Roman"/>
        <w:sz w:val="24"/>
        <w:szCs w:val="24"/>
      </w:rPr>
      <w:t>6</w:t>
    </w:r>
    <w:r w:rsidRPr="00EF0268">
      <w:rPr>
        <w:rFonts w:ascii="Times New Roman" w:hAnsi="Times New Roman"/>
        <w:sz w:val="24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15E0BA7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69C66EC8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2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7"/>
  </w:num>
  <w:num w:numId="5">
    <w:abstractNumId w:val="10"/>
  </w:num>
  <w:num w:numId="6">
    <w:abstractNumId w:val="8"/>
  </w:num>
  <w:num w:numId="7">
    <w:abstractNumId w:val="13"/>
  </w:num>
  <w:num w:numId="8">
    <w:abstractNumId w:val="23"/>
  </w:num>
  <w:num w:numId="9">
    <w:abstractNumId w:val="6"/>
  </w:num>
  <w:num w:numId="10">
    <w:abstractNumId w:val="19"/>
  </w:num>
  <w:num w:numId="11">
    <w:abstractNumId w:val="31"/>
  </w:num>
  <w:num w:numId="12">
    <w:abstractNumId w:val="24"/>
  </w:num>
  <w:num w:numId="13">
    <w:abstractNumId w:val="11"/>
  </w:num>
  <w:num w:numId="14">
    <w:abstractNumId w:val="18"/>
  </w:num>
  <w:num w:numId="15">
    <w:abstractNumId w:val="20"/>
  </w:num>
  <w:num w:numId="16">
    <w:abstractNumId w:val="16"/>
  </w:num>
  <w:num w:numId="17">
    <w:abstractNumId w:val="15"/>
  </w:num>
  <w:num w:numId="18">
    <w:abstractNumId w:val="2"/>
  </w:num>
  <w:num w:numId="19">
    <w:abstractNumId w:val="7"/>
  </w:num>
  <w:num w:numId="20">
    <w:abstractNumId w:val="5"/>
  </w:num>
  <w:num w:numId="21">
    <w:abstractNumId w:val="28"/>
  </w:num>
  <w:num w:numId="22">
    <w:abstractNumId w:val="29"/>
  </w:num>
  <w:num w:numId="23">
    <w:abstractNumId w:val="25"/>
  </w:num>
  <w:num w:numId="24">
    <w:abstractNumId w:val="12"/>
  </w:num>
  <w:num w:numId="25">
    <w:abstractNumId w:val="22"/>
  </w:num>
  <w:num w:numId="26">
    <w:abstractNumId w:val="26"/>
  </w:num>
  <w:num w:numId="27">
    <w:abstractNumId w:val="17"/>
  </w:num>
  <w:num w:numId="28">
    <w:abstractNumId w:val="3"/>
  </w:num>
  <w:num w:numId="29">
    <w:abstractNumId w:val="4"/>
  </w:num>
  <w:num w:numId="30">
    <w:abstractNumId w:val="21"/>
  </w:num>
  <w:num w:numId="31">
    <w:abstractNumId w:val="3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542B"/>
    <w:rsid w:val="000873DD"/>
    <w:rsid w:val="000A77AD"/>
    <w:rsid w:val="000C1853"/>
    <w:rsid w:val="000C5499"/>
    <w:rsid w:val="000C5C23"/>
    <w:rsid w:val="000E3B38"/>
    <w:rsid w:val="00123D57"/>
    <w:rsid w:val="00136CFD"/>
    <w:rsid w:val="00161971"/>
    <w:rsid w:val="00162048"/>
    <w:rsid w:val="001A1C50"/>
    <w:rsid w:val="001E45A7"/>
    <w:rsid w:val="00221783"/>
    <w:rsid w:val="0024551C"/>
    <w:rsid w:val="00247881"/>
    <w:rsid w:val="00262A10"/>
    <w:rsid w:val="00290B63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3F11EE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0188C"/>
    <w:rsid w:val="00536C22"/>
    <w:rsid w:val="005442F3"/>
    <w:rsid w:val="005754F2"/>
    <w:rsid w:val="00584D72"/>
    <w:rsid w:val="00587633"/>
    <w:rsid w:val="005A145C"/>
    <w:rsid w:val="005C71B7"/>
    <w:rsid w:val="005C78AB"/>
    <w:rsid w:val="005D0CCA"/>
    <w:rsid w:val="005E096B"/>
    <w:rsid w:val="00630A03"/>
    <w:rsid w:val="00631824"/>
    <w:rsid w:val="00642BC8"/>
    <w:rsid w:val="00674A4C"/>
    <w:rsid w:val="006811F0"/>
    <w:rsid w:val="006A47CA"/>
    <w:rsid w:val="006B2A74"/>
    <w:rsid w:val="006E2AF4"/>
    <w:rsid w:val="006F746F"/>
    <w:rsid w:val="00707EB0"/>
    <w:rsid w:val="00713EF8"/>
    <w:rsid w:val="007223D4"/>
    <w:rsid w:val="00740106"/>
    <w:rsid w:val="00786C7E"/>
    <w:rsid w:val="0078710E"/>
    <w:rsid w:val="00793A0A"/>
    <w:rsid w:val="007D0991"/>
    <w:rsid w:val="007D1086"/>
    <w:rsid w:val="007F132D"/>
    <w:rsid w:val="007F159F"/>
    <w:rsid w:val="008131C9"/>
    <w:rsid w:val="00821A03"/>
    <w:rsid w:val="00833634"/>
    <w:rsid w:val="008617C8"/>
    <w:rsid w:val="00883A05"/>
    <w:rsid w:val="00894F49"/>
    <w:rsid w:val="008A1036"/>
    <w:rsid w:val="008E1E73"/>
    <w:rsid w:val="008E5183"/>
    <w:rsid w:val="008F177D"/>
    <w:rsid w:val="008F380C"/>
    <w:rsid w:val="008F5F2D"/>
    <w:rsid w:val="00925B7B"/>
    <w:rsid w:val="00940B0A"/>
    <w:rsid w:val="00946F96"/>
    <w:rsid w:val="009535DA"/>
    <w:rsid w:val="009A2188"/>
    <w:rsid w:val="009C0AF3"/>
    <w:rsid w:val="009C78FF"/>
    <w:rsid w:val="009F165B"/>
    <w:rsid w:val="00A20F90"/>
    <w:rsid w:val="00A50F7D"/>
    <w:rsid w:val="00A53DFA"/>
    <w:rsid w:val="00A800B2"/>
    <w:rsid w:val="00A93872"/>
    <w:rsid w:val="00A96AAF"/>
    <w:rsid w:val="00AA6590"/>
    <w:rsid w:val="00AF18E4"/>
    <w:rsid w:val="00AF22B4"/>
    <w:rsid w:val="00B01BC9"/>
    <w:rsid w:val="00B27D3B"/>
    <w:rsid w:val="00B43F29"/>
    <w:rsid w:val="00B51A1F"/>
    <w:rsid w:val="00B52330"/>
    <w:rsid w:val="00B61CBD"/>
    <w:rsid w:val="00B800C7"/>
    <w:rsid w:val="00BC0917"/>
    <w:rsid w:val="00BE5E3B"/>
    <w:rsid w:val="00BF0950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818E7"/>
    <w:rsid w:val="00D92E68"/>
    <w:rsid w:val="00D96912"/>
    <w:rsid w:val="00DC1FB2"/>
    <w:rsid w:val="00DD21FE"/>
    <w:rsid w:val="00DF08BA"/>
    <w:rsid w:val="00DF204E"/>
    <w:rsid w:val="00E05E36"/>
    <w:rsid w:val="00E128D5"/>
    <w:rsid w:val="00E274B4"/>
    <w:rsid w:val="00E510A0"/>
    <w:rsid w:val="00E54F59"/>
    <w:rsid w:val="00E554DF"/>
    <w:rsid w:val="00E63901"/>
    <w:rsid w:val="00E871F1"/>
    <w:rsid w:val="00EA541B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numbering" w:customStyle="1" w:styleId="WW8Num72">
    <w:name w:val="WW8Num72"/>
    <w:basedOn w:val="Bezlisty"/>
    <w:rsid w:val="000E3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lokum_swinoujscie/proceeding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E845A-33BC-4275-94F9-23D44C3D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E0F557BF</Template>
  <TotalTime>1174</TotalTime>
  <Pages>3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62</cp:revision>
  <cp:lastPrinted>2026-01-21T11:31:00Z</cp:lastPrinted>
  <dcterms:created xsi:type="dcterms:W3CDTF">2021-06-16T23:31:00Z</dcterms:created>
  <dcterms:modified xsi:type="dcterms:W3CDTF">2026-01-21T11:31:00Z</dcterms:modified>
</cp:coreProperties>
</file>